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3E" w:rsidRPr="00434830" w:rsidRDefault="00DF143E" w:rsidP="00D24F5F">
      <w:pPr>
        <w:tabs>
          <w:tab w:val="left" w:pos="7380"/>
        </w:tabs>
        <w:ind w:hanging="180"/>
        <w:rPr>
          <w:rFonts w:ascii="Arial" w:hAnsi="Arial" w:cs="Arial"/>
          <w:b/>
          <w:u w:val="single"/>
        </w:rPr>
      </w:pPr>
      <w:r w:rsidRPr="00434830">
        <w:rPr>
          <w:rFonts w:ascii="Arial" w:hAnsi="Arial" w:cs="Arial"/>
          <w:u w:val="single"/>
        </w:rPr>
        <w:t>Český svaz juda</w:t>
      </w:r>
      <w:r w:rsidRPr="00434830">
        <w:rPr>
          <w:rFonts w:ascii="Arial" w:hAnsi="Arial" w:cs="Arial"/>
        </w:rPr>
        <w:tab/>
      </w:r>
      <w:r w:rsidRPr="00434830">
        <w:rPr>
          <w:rFonts w:ascii="Arial" w:hAnsi="Arial" w:cs="Arial"/>
          <w:b/>
          <w:u w:val="single"/>
        </w:rPr>
        <w:t>Tab. č. 5.</w:t>
      </w:r>
    </w:p>
    <w:p w:rsidR="00DF143E" w:rsidRPr="00434830" w:rsidRDefault="00DF143E" w:rsidP="00B57E17">
      <w:pPr>
        <w:rPr>
          <w:rFonts w:ascii="Arial" w:hAnsi="Arial" w:cs="Arial"/>
          <w:u w:val="single"/>
        </w:rPr>
      </w:pPr>
    </w:p>
    <w:p w:rsidR="00DF143E" w:rsidRPr="00434830" w:rsidRDefault="00DF143E" w:rsidP="00B57E1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F143E" w:rsidRPr="003D1926" w:rsidTr="003D1926">
        <w:trPr>
          <w:trHeight w:val="454"/>
        </w:trPr>
        <w:tc>
          <w:tcPr>
            <w:tcW w:w="9212" w:type="dxa"/>
            <w:vAlign w:val="center"/>
          </w:tcPr>
          <w:p w:rsidR="00DF143E" w:rsidRPr="003D1926" w:rsidRDefault="00DF143E" w:rsidP="003D1926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Hlavní soutěže reprezentace, mezinárodní a domácí</w:t>
            </w:r>
          </w:p>
        </w:tc>
      </w:tr>
    </w:tbl>
    <w:p w:rsidR="00DF143E" w:rsidRPr="00434830" w:rsidRDefault="00DF143E" w:rsidP="00B57E1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58"/>
        <w:gridCol w:w="875"/>
        <w:gridCol w:w="1415"/>
      </w:tblGrid>
      <w:tr w:rsidR="00DF143E" w:rsidRPr="003D1926" w:rsidTr="0093399E">
        <w:trPr>
          <w:trHeight w:val="510"/>
        </w:trPr>
        <w:tc>
          <w:tcPr>
            <w:tcW w:w="720" w:type="dxa"/>
            <w:vAlign w:val="center"/>
          </w:tcPr>
          <w:p w:rsidR="00DF143E" w:rsidRPr="003D1926" w:rsidRDefault="00DF143E" w:rsidP="003D1926">
            <w:pPr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b/>
              </w:rPr>
              <w:t>RD</w:t>
            </w:r>
            <w:r w:rsidRPr="003D1926">
              <w:rPr>
                <w:rFonts w:ascii="Arial" w:hAnsi="Arial" w:cs="Arial"/>
              </w:rPr>
              <w:t>:</w:t>
            </w:r>
          </w:p>
        </w:tc>
        <w:tc>
          <w:tcPr>
            <w:tcW w:w="3758" w:type="dxa"/>
            <w:vAlign w:val="center"/>
          </w:tcPr>
          <w:p w:rsidR="00DF143E" w:rsidRPr="003D1926" w:rsidRDefault="00DF143E" w:rsidP="003D1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DOROST U18</w:t>
            </w:r>
          </w:p>
        </w:tc>
        <w:tc>
          <w:tcPr>
            <w:tcW w:w="875" w:type="dxa"/>
            <w:vAlign w:val="center"/>
          </w:tcPr>
          <w:p w:rsidR="00DF143E" w:rsidRPr="003D1926" w:rsidRDefault="00DF143E" w:rsidP="003D19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</w:t>
            </w:r>
            <w:r w:rsidRPr="003D192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5" w:type="dxa"/>
            <w:vAlign w:val="center"/>
          </w:tcPr>
          <w:p w:rsidR="00DF143E" w:rsidRPr="003D1926" w:rsidRDefault="00DF143E" w:rsidP="00B54B0C">
            <w:pPr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5</w:t>
            </w:r>
          </w:p>
        </w:tc>
      </w:tr>
    </w:tbl>
    <w:p w:rsidR="00DF143E" w:rsidRPr="00434830" w:rsidRDefault="00DF143E">
      <w:pPr>
        <w:rPr>
          <w:rFonts w:ascii="Arial" w:hAnsi="Arial" w:cs="Arial"/>
        </w:rPr>
      </w:pPr>
    </w:p>
    <w:p w:rsidR="00DF143E" w:rsidRPr="00434830" w:rsidRDefault="00DF143E">
      <w:pPr>
        <w:rPr>
          <w:rFonts w:ascii="Arial" w:hAnsi="Arial" w:cs="Arial"/>
        </w:rPr>
      </w:pPr>
    </w:p>
    <w:p w:rsidR="00DF143E" w:rsidRPr="00434830" w:rsidRDefault="00DF143E">
      <w:pPr>
        <w:rPr>
          <w:rFonts w:ascii="Arial" w:hAnsi="Arial" w:cs="Arial"/>
        </w:rPr>
      </w:pPr>
    </w:p>
    <w:p w:rsidR="00DF143E" w:rsidRPr="00434830" w:rsidRDefault="00DF143E">
      <w:pPr>
        <w:rPr>
          <w:rFonts w:ascii="Arial" w:hAnsi="Arial" w:cs="Arial"/>
        </w:rPr>
      </w:pPr>
    </w:p>
    <w:p w:rsidR="00DF143E" w:rsidRPr="00434830" w:rsidRDefault="00DF143E">
      <w:pPr>
        <w:rPr>
          <w:rFonts w:ascii="Arial" w:hAnsi="Arial" w:cs="Arial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851"/>
        <w:gridCol w:w="2268"/>
        <w:gridCol w:w="236"/>
        <w:gridCol w:w="1671"/>
        <w:gridCol w:w="1353"/>
        <w:gridCol w:w="1701"/>
      </w:tblGrid>
      <w:tr w:rsidR="00DF143E" w:rsidRPr="003D1926" w:rsidTr="00824C9D">
        <w:trPr>
          <w:trHeight w:val="407"/>
        </w:trPr>
        <w:tc>
          <w:tcPr>
            <w:tcW w:w="4821" w:type="dxa"/>
            <w:gridSpan w:val="3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Mezinárodní soutěže</w:t>
            </w:r>
          </w:p>
        </w:tc>
        <w:tc>
          <w:tcPr>
            <w:tcW w:w="236" w:type="dxa"/>
            <w:vMerge w:val="restart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5" w:type="dxa"/>
            <w:gridSpan w:val="3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3D1926">
              <w:rPr>
                <w:rFonts w:ascii="Arial" w:hAnsi="Arial" w:cs="Arial"/>
                <w:b/>
              </w:rPr>
              <w:t>Hlavní domácí soutěže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851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Název / zkr.</w:t>
            </w:r>
          </w:p>
        </w:tc>
        <w:tc>
          <w:tcPr>
            <w:tcW w:w="2268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Místo</w:t>
            </w:r>
          </w:p>
        </w:tc>
        <w:tc>
          <w:tcPr>
            <w:tcW w:w="236" w:type="dxa"/>
            <w:vMerge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Termín</w:t>
            </w:r>
          </w:p>
        </w:tc>
        <w:tc>
          <w:tcPr>
            <w:tcW w:w="1353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  <w:r w:rsidRPr="003D1926">
              <w:rPr>
                <w:rFonts w:ascii="Arial" w:hAnsi="Arial" w:cs="Arial"/>
                <w:sz w:val="22"/>
                <w:szCs w:val="22"/>
              </w:rPr>
              <w:t>Název / zkr.</w:t>
            </w:r>
          </w:p>
        </w:tc>
        <w:tc>
          <w:tcPr>
            <w:tcW w:w="1701" w:type="dxa"/>
            <w:vAlign w:val="center"/>
          </w:tcPr>
          <w:p w:rsidR="00DF143E" w:rsidRPr="003D1926" w:rsidRDefault="00DF143E" w:rsidP="003650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Trenér</w:t>
            </w:r>
          </w:p>
        </w:tc>
      </w:tr>
      <w:tr w:rsidR="00DF143E" w:rsidRPr="003D1926" w:rsidTr="00824C9D">
        <w:trPr>
          <w:trHeight w:hRule="exact" w:val="58"/>
        </w:trPr>
        <w:tc>
          <w:tcPr>
            <w:tcW w:w="1702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vMerge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7699D" w:rsidRDefault="00DF143E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1353" w:type="dxa"/>
            <w:vAlign w:val="center"/>
          </w:tcPr>
          <w:p w:rsidR="00DF143E" w:rsidRPr="0037699D" w:rsidRDefault="00DF143E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1701" w:type="dxa"/>
            <w:vAlign w:val="center"/>
          </w:tcPr>
          <w:p w:rsidR="00DF143E" w:rsidRPr="0037699D" w:rsidRDefault="00DF143E" w:rsidP="00824C9D">
            <w:pPr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 xml:space="preserve">.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15. 2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Zagreb, CRO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36508D">
              <w:rPr>
                <w:rFonts w:ascii="Arial" w:hAnsi="Arial" w:cs="Arial"/>
                <w:b/>
                <w:sz w:val="22"/>
                <w:szCs w:val="22"/>
              </w:rPr>
              <w:t>A tým</w:t>
            </w:r>
          </w:p>
        </w:tc>
        <w:tc>
          <w:tcPr>
            <w:tcW w:w="1353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Švec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21. – 22. 2.</w:t>
            </w:r>
          </w:p>
        </w:tc>
        <w:tc>
          <w:tcPr>
            <w:tcW w:w="851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Follonica, ITA</w:t>
            </w:r>
          </w:p>
        </w:tc>
        <w:tc>
          <w:tcPr>
            <w:tcW w:w="236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  <w:r w:rsidRPr="00343A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F143E" w:rsidRPr="00E64F1E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124D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E75296">
              <w:rPr>
                <w:rFonts w:ascii="Arial" w:hAnsi="Arial" w:cs="Arial"/>
                <w:b/>
                <w:sz w:val="22"/>
                <w:szCs w:val="22"/>
              </w:rPr>
              <w:t>14. 3. – 15. 3</w:t>
            </w:r>
            <w:r w:rsidRPr="00A6124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  <w:i/>
              </w:rPr>
            </w:pPr>
            <w:r w:rsidRPr="00E75296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Fuengirola, ESP</w:t>
            </w:r>
          </w:p>
        </w:tc>
        <w:tc>
          <w:tcPr>
            <w:tcW w:w="236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1" w:type="dxa"/>
            <w:vAlign w:val="center"/>
          </w:tcPr>
          <w:p w:rsidR="00DF143E" w:rsidRPr="00E75296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E75296">
              <w:rPr>
                <w:rFonts w:ascii="Arial" w:hAnsi="Arial" w:cs="Arial"/>
                <w:b/>
                <w:sz w:val="22"/>
                <w:szCs w:val="22"/>
              </w:rPr>
              <w:t>A tým</w:t>
            </w:r>
          </w:p>
        </w:tc>
        <w:tc>
          <w:tcPr>
            <w:tcW w:w="1353" w:type="dxa"/>
            <w:vAlign w:val="center"/>
          </w:tcPr>
          <w:p w:rsidR="00DF143E" w:rsidRPr="00343A8A" w:rsidRDefault="00DF143E" w:rsidP="00343A8A">
            <w:pPr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F143E" w:rsidRPr="00E75296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Červín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 3.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MT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Bad Blankenburg, GER</w:t>
            </w:r>
          </w:p>
        </w:tc>
        <w:tc>
          <w:tcPr>
            <w:tcW w:w="236" w:type="dxa"/>
            <w:vMerge w:val="restart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1" w:type="dxa"/>
            <w:vAlign w:val="center"/>
          </w:tcPr>
          <w:p w:rsidR="00DF143E" w:rsidRPr="0036508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vl.nákl.</w:t>
            </w:r>
          </w:p>
        </w:tc>
        <w:tc>
          <w:tcPr>
            <w:tcW w:w="1353" w:type="dxa"/>
            <w:vAlign w:val="center"/>
          </w:tcPr>
          <w:p w:rsidR="00DF143E" w:rsidRPr="0036508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36508D">
              <w:rPr>
                <w:rFonts w:ascii="Arial" w:hAnsi="Arial" w:cs="Arial"/>
                <w:b/>
                <w:sz w:val="22"/>
                <w:szCs w:val="22"/>
              </w:rPr>
              <w:t>Dívky</w:t>
            </w:r>
          </w:p>
        </w:tc>
        <w:tc>
          <w:tcPr>
            <w:tcW w:w="170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Lorenc</w:t>
            </w:r>
            <w:r w:rsidRPr="00E752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A66F2D">
              <w:rPr>
                <w:rFonts w:ascii="Arial" w:hAnsi="Arial" w:cs="Arial"/>
                <w:b/>
                <w:sz w:val="22"/>
                <w:szCs w:val="22"/>
              </w:rPr>
              <w:t>. 3.</w:t>
            </w:r>
          </w:p>
        </w:tc>
        <w:tc>
          <w:tcPr>
            <w:tcW w:w="851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MT</w:t>
            </w:r>
          </w:p>
        </w:tc>
        <w:tc>
          <w:tcPr>
            <w:tcW w:w="2268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Brémy, GER</w:t>
            </w:r>
          </w:p>
        </w:tc>
        <w:tc>
          <w:tcPr>
            <w:tcW w:w="236" w:type="dxa"/>
            <w:vMerge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6508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vl.nákl.</w:t>
            </w:r>
            <w:r w:rsidRPr="003650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DF143E" w:rsidRPr="0036508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36508D">
              <w:rPr>
                <w:rFonts w:ascii="Arial" w:hAnsi="Arial" w:cs="Arial"/>
                <w:b/>
                <w:sz w:val="22"/>
                <w:szCs w:val="22"/>
              </w:rPr>
              <w:t>Kluci</w:t>
            </w:r>
          </w:p>
        </w:tc>
        <w:tc>
          <w:tcPr>
            <w:tcW w:w="170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Čer,Šve,Štěp.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4. – 5. 4.</w:t>
            </w:r>
          </w:p>
        </w:tc>
        <w:tc>
          <w:tcPr>
            <w:tcW w:w="851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343A8A">
              <w:rPr>
                <w:rFonts w:ascii="Arial" w:hAnsi="Arial" w:cs="Arial"/>
                <w:i/>
                <w:sz w:val="22"/>
                <w:szCs w:val="22"/>
              </w:rPr>
              <w:t>Tver, RUS</w:t>
            </w:r>
          </w:p>
        </w:tc>
        <w:tc>
          <w:tcPr>
            <w:tcW w:w="236" w:type="dxa"/>
            <w:vMerge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43A8A" w:rsidRDefault="00DF143E" w:rsidP="00A612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vl.nákl.</w:t>
            </w:r>
            <w:r w:rsidRPr="00343A8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Švec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– 12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Teplice, CZE</w:t>
            </w:r>
          </w:p>
        </w:tc>
        <w:tc>
          <w:tcPr>
            <w:tcW w:w="236" w:type="dxa"/>
            <w:vMerge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1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36508D">
              <w:rPr>
                <w:rFonts w:ascii="Arial" w:hAnsi="Arial" w:cs="Arial"/>
                <w:b/>
                <w:sz w:val="22"/>
                <w:szCs w:val="22"/>
              </w:rPr>
              <w:t>A+B+C tým</w:t>
            </w:r>
          </w:p>
        </w:tc>
        <w:tc>
          <w:tcPr>
            <w:tcW w:w="1353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DF143E" w:rsidRPr="0036508D" w:rsidRDefault="00DF143E" w:rsidP="00E7529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všichni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– 3</w:t>
            </w:r>
            <w:r w:rsidRPr="009A3242">
              <w:rPr>
                <w:rFonts w:ascii="Arial" w:hAnsi="Arial" w:cs="Arial"/>
                <w:b/>
                <w:sz w:val="22"/>
                <w:szCs w:val="22"/>
              </w:rPr>
              <w:t>. 5.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9A3242">
              <w:rPr>
                <w:rFonts w:ascii="Arial" w:hAnsi="Arial" w:cs="Arial"/>
                <w:b/>
                <w:sz w:val="22"/>
                <w:szCs w:val="22"/>
              </w:rPr>
              <w:t>Berlin, GER</w:t>
            </w:r>
          </w:p>
        </w:tc>
        <w:tc>
          <w:tcPr>
            <w:tcW w:w="236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1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A+B tým</w:t>
            </w:r>
          </w:p>
        </w:tc>
        <w:tc>
          <w:tcPr>
            <w:tcW w:w="1353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DF143E" w:rsidRPr="0036508D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Čer,Šve,Lor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4C487B" w:rsidRDefault="00DF143E" w:rsidP="004C487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– 10.5.</w:t>
            </w:r>
          </w:p>
        </w:tc>
        <w:tc>
          <w:tcPr>
            <w:tcW w:w="85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Cluj Napoca, ROU</w:t>
            </w:r>
          </w:p>
        </w:tc>
        <w:tc>
          <w:tcPr>
            <w:tcW w:w="236" w:type="dxa"/>
            <w:vMerge w:val="restart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A+B tým</w:t>
            </w:r>
          </w:p>
        </w:tc>
        <w:tc>
          <w:tcPr>
            <w:tcW w:w="1353" w:type="dxa"/>
            <w:vAlign w:val="center"/>
          </w:tcPr>
          <w:p w:rsidR="00DF143E" w:rsidRPr="00343A8A" w:rsidRDefault="00DF143E" w:rsidP="0024487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F143E" w:rsidRPr="00E75296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Čer,Šve,Lor</w:t>
            </w:r>
          </w:p>
        </w:tc>
      </w:tr>
      <w:tr w:rsidR="00DF143E" w:rsidRPr="0098410C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– 7. 6</w:t>
            </w:r>
            <w:r w:rsidRPr="00A66F2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EP</w:t>
            </w:r>
          </w:p>
        </w:tc>
        <w:tc>
          <w:tcPr>
            <w:tcW w:w="2268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b/>
              </w:rPr>
            </w:pPr>
            <w:r w:rsidRPr="00A66F2D">
              <w:rPr>
                <w:rFonts w:ascii="Arial" w:hAnsi="Arial" w:cs="Arial"/>
                <w:b/>
                <w:sz w:val="22"/>
                <w:szCs w:val="22"/>
              </w:rPr>
              <w:t>Bialsko-Biala, POL</w:t>
            </w:r>
          </w:p>
        </w:tc>
        <w:tc>
          <w:tcPr>
            <w:tcW w:w="236" w:type="dxa"/>
            <w:vMerge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 w:rsidRPr="00343A8A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1353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DF143E" w:rsidRPr="00343A8A" w:rsidRDefault="00DF143E" w:rsidP="00824C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Švec</w:t>
            </w: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20. 6.</w:t>
            </w:r>
          </w:p>
        </w:tc>
        <w:tc>
          <w:tcPr>
            <w:tcW w:w="851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 xml:space="preserve">MT </w:t>
            </w:r>
          </w:p>
        </w:tc>
        <w:tc>
          <w:tcPr>
            <w:tcW w:w="2268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>Graz, AUT</w:t>
            </w:r>
          </w:p>
        </w:tc>
        <w:tc>
          <w:tcPr>
            <w:tcW w:w="236" w:type="dxa"/>
            <w:vMerge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 + C tým</w:t>
            </w: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3. – 5. 7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MED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Sofie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BUL</w:t>
            </w:r>
          </w:p>
        </w:tc>
        <w:tc>
          <w:tcPr>
            <w:tcW w:w="236" w:type="dxa"/>
            <w:vMerge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DF143E" w:rsidRPr="0098410C" w:rsidTr="00824C9D">
        <w:trPr>
          <w:trHeight w:val="407"/>
        </w:trPr>
        <w:tc>
          <w:tcPr>
            <w:tcW w:w="1702" w:type="dxa"/>
            <w:vAlign w:val="center"/>
          </w:tcPr>
          <w:p w:rsidR="00DF143E" w:rsidRPr="0066536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25. – 26</w:t>
            </w:r>
            <w:r w:rsidRPr="0066536D">
              <w:rPr>
                <w:rFonts w:ascii="Arial" w:hAnsi="Arial" w:cs="Arial"/>
                <w:sz w:val="22"/>
                <w:szCs w:val="22"/>
              </w:rPr>
              <w:t>. 7.</w:t>
            </w:r>
          </w:p>
        </w:tc>
        <w:tc>
          <w:tcPr>
            <w:tcW w:w="851" w:type="dxa"/>
            <w:vAlign w:val="center"/>
          </w:tcPr>
          <w:p w:rsidR="00DF143E" w:rsidRPr="0066536D" w:rsidRDefault="00DF143E" w:rsidP="00244870">
            <w:pPr>
              <w:jc w:val="center"/>
              <w:rPr>
                <w:rFonts w:ascii="Arial" w:hAnsi="Arial" w:cs="Arial"/>
              </w:rPr>
            </w:pPr>
            <w:r w:rsidRPr="0066536D">
              <w:rPr>
                <w:rFonts w:ascii="Arial" w:hAnsi="Arial" w:cs="Arial"/>
                <w:sz w:val="22"/>
                <w:szCs w:val="22"/>
              </w:rPr>
              <w:t>EP21</w:t>
            </w:r>
          </w:p>
        </w:tc>
        <w:tc>
          <w:tcPr>
            <w:tcW w:w="2268" w:type="dxa"/>
            <w:vAlign w:val="center"/>
          </w:tcPr>
          <w:p w:rsidR="00DF143E" w:rsidRPr="0066536D" w:rsidRDefault="00DF143E" w:rsidP="00244870">
            <w:pPr>
              <w:jc w:val="center"/>
              <w:rPr>
                <w:rFonts w:ascii="Arial" w:hAnsi="Arial" w:cs="Arial"/>
              </w:rPr>
            </w:pPr>
            <w:r w:rsidRPr="0066536D">
              <w:rPr>
                <w:rFonts w:ascii="Arial" w:hAnsi="Arial" w:cs="Arial"/>
                <w:sz w:val="22"/>
                <w:szCs w:val="22"/>
              </w:rPr>
              <w:t>Praha, CZE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DF143E" w:rsidRPr="0098410C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28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. –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3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7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EYOF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Tbilisi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GEO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DF143E" w:rsidRPr="006C4B89" w:rsidTr="00824C9D">
        <w:trPr>
          <w:trHeight w:val="407"/>
        </w:trPr>
        <w:tc>
          <w:tcPr>
            <w:tcW w:w="1702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20. – 22. 6.</w:t>
            </w:r>
          </w:p>
        </w:tc>
        <w:tc>
          <w:tcPr>
            <w:tcW w:w="851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MS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2268" w:type="dxa"/>
            <w:vAlign w:val="center"/>
          </w:tcPr>
          <w:p w:rsidR="00DF143E" w:rsidRPr="009A3242" w:rsidRDefault="00DF143E" w:rsidP="002448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Sarajevo</w:t>
            </w:r>
            <w:r w:rsidRPr="009A324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BIH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143E" w:rsidRPr="006C4B89" w:rsidTr="00824C9D">
        <w:trPr>
          <w:trHeight w:val="407"/>
        </w:trPr>
        <w:tc>
          <w:tcPr>
            <w:tcW w:w="1702" w:type="dxa"/>
            <w:vAlign w:val="center"/>
          </w:tcPr>
          <w:p w:rsidR="00DF143E" w:rsidRPr="00B91655" w:rsidRDefault="00DF143E" w:rsidP="00244870">
            <w:pPr>
              <w:jc w:val="center"/>
              <w:rPr>
                <w:rFonts w:ascii="Arial" w:hAnsi="Arial" w:cs="Arial"/>
                <w:i/>
                <w:color w:val="FF0000"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4. – 5. 10.</w:t>
            </w:r>
          </w:p>
        </w:tc>
        <w:tc>
          <w:tcPr>
            <w:tcW w:w="851" w:type="dxa"/>
            <w:vAlign w:val="center"/>
          </w:tcPr>
          <w:p w:rsidR="00DF143E" w:rsidRPr="00B91655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MT</w:t>
            </w:r>
          </w:p>
        </w:tc>
        <w:tc>
          <w:tcPr>
            <w:tcW w:w="2268" w:type="dxa"/>
            <w:vAlign w:val="center"/>
          </w:tcPr>
          <w:p w:rsidR="00DF143E" w:rsidRPr="00B91655" w:rsidRDefault="00DF143E" w:rsidP="00244870">
            <w:pPr>
              <w:jc w:val="center"/>
              <w:rPr>
                <w:rFonts w:ascii="Arial" w:hAnsi="Arial" w:cs="Arial"/>
                <w:i/>
              </w:rPr>
            </w:pPr>
            <w:r w:rsidRPr="00B91655">
              <w:rPr>
                <w:rFonts w:ascii="Arial" w:hAnsi="Arial" w:cs="Arial"/>
                <w:i/>
                <w:sz w:val="22"/>
                <w:szCs w:val="22"/>
              </w:rPr>
              <w:t>Užgorod, UKR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F143E" w:rsidRPr="006C4B89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10. 10.</w:t>
            </w:r>
          </w:p>
        </w:tc>
        <w:tc>
          <w:tcPr>
            <w:tcW w:w="851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MT </w:t>
            </w:r>
          </w:p>
        </w:tc>
        <w:tc>
          <w:tcPr>
            <w:tcW w:w="2268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Wroclav, POL</w:t>
            </w:r>
          </w:p>
        </w:tc>
        <w:tc>
          <w:tcPr>
            <w:tcW w:w="236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67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53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DF143E" w:rsidRPr="00400F42" w:rsidRDefault="00DF143E" w:rsidP="00824C9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F143E" w:rsidRPr="007E2403" w:rsidTr="00824C9D">
        <w:trPr>
          <w:trHeight w:val="407"/>
        </w:trPr>
        <w:tc>
          <w:tcPr>
            <w:tcW w:w="1702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Pr="00A66F2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15. 11</w:t>
            </w:r>
            <w:r w:rsidRPr="00A66F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 w:rsidRPr="00A66F2D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2268" w:type="dxa"/>
            <w:vAlign w:val="center"/>
          </w:tcPr>
          <w:p w:rsidR="00DF143E" w:rsidRPr="00A66F2D" w:rsidRDefault="00DF143E" w:rsidP="00244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Koroška</w:t>
            </w:r>
            <w:r w:rsidRPr="00A66F2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SLO</w:t>
            </w:r>
          </w:p>
        </w:tc>
        <w:tc>
          <w:tcPr>
            <w:tcW w:w="236" w:type="dxa"/>
            <w:vAlign w:val="center"/>
          </w:tcPr>
          <w:p w:rsidR="00DF143E" w:rsidRPr="007E2403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Pr="007E2403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7E2403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7E2403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  <w:tr w:rsidR="00DF143E" w:rsidRPr="003D1926" w:rsidTr="00824C9D">
        <w:trPr>
          <w:trHeight w:val="407"/>
        </w:trPr>
        <w:tc>
          <w:tcPr>
            <w:tcW w:w="1702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DF143E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DF143E" w:rsidRPr="003D1926" w:rsidRDefault="00DF143E" w:rsidP="00824C9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143E" w:rsidRPr="00400F42" w:rsidRDefault="00DF143E" w:rsidP="0036508D">
      <w:pPr>
        <w:rPr>
          <w:rFonts w:ascii="Arial" w:hAnsi="Arial" w:cs="Arial"/>
          <w:b/>
        </w:rPr>
      </w:pPr>
    </w:p>
    <w:sectPr w:rsidR="00DF143E" w:rsidRPr="00400F42" w:rsidSect="002A2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6B1A"/>
    <w:multiLevelType w:val="hybridMultilevel"/>
    <w:tmpl w:val="EAEAC2D0"/>
    <w:lvl w:ilvl="0" w:tplc="A9D857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5BB329E"/>
    <w:multiLevelType w:val="hybridMultilevel"/>
    <w:tmpl w:val="ECAAF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FA0A73"/>
    <w:multiLevelType w:val="hybridMultilevel"/>
    <w:tmpl w:val="DE2CF594"/>
    <w:lvl w:ilvl="0" w:tplc="4288C616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92EAD"/>
    <w:multiLevelType w:val="hybridMultilevel"/>
    <w:tmpl w:val="C7EE8F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3A520E"/>
    <w:multiLevelType w:val="hybridMultilevel"/>
    <w:tmpl w:val="12665378"/>
    <w:lvl w:ilvl="0" w:tplc="4DD8C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E67F14"/>
    <w:multiLevelType w:val="hybridMultilevel"/>
    <w:tmpl w:val="2DD47F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E17"/>
    <w:rsid w:val="00020B63"/>
    <w:rsid w:val="00044559"/>
    <w:rsid w:val="000950A4"/>
    <w:rsid w:val="00096BEE"/>
    <w:rsid w:val="000978CB"/>
    <w:rsid w:val="000A5973"/>
    <w:rsid w:val="000C5D2A"/>
    <w:rsid w:val="00105B14"/>
    <w:rsid w:val="00114BF2"/>
    <w:rsid w:val="001240B6"/>
    <w:rsid w:val="001269AE"/>
    <w:rsid w:val="001333E8"/>
    <w:rsid w:val="00140C98"/>
    <w:rsid w:val="0017174C"/>
    <w:rsid w:val="00181D24"/>
    <w:rsid w:val="00197038"/>
    <w:rsid w:val="001A362A"/>
    <w:rsid w:val="001A43BE"/>
    <w:rsid w:val="001B6030"/>
    <w:rsid w:val="001D1A6A"/>
    <w:rsid w:val="001D72B8"/>
    <w:rsid w:val="001F2114"/>
    <w:rsid w:val="00207229"/>
    <w:rsid w:val="0021330A"/>
    <w:rsid w:val="00244870"/>
    <w:rsid w:val="00276C84"/>
    <w:rsid w:val="00294026"/>
    <w:rsid w:val="002A29E3"/>
    <w:rsid w:val="002A5CC9"/>
    <w:rsid w:val="002A5DF7"/>
    <w:rsid w:val="002C30EF"/>
    <w:rsid w:val="002C6B64"/>
    <w:rsid w:val="002F1CF0"/>
    <w:rsid w:val="00316926"/>
    <w:rsid w:val="00343A8A"/>
    <w:rsid w:val="00343B19"/>
    <w:rsid w:val="00351506"/>
    <w:rsid w:val="00356682"/>
    <w:rsid w:val="0036508D"/>
    <w:rsid w:val="0036558C"/>
    <w:rsid w:val="00365F83"/>
    <w:rsid w:val="0037699D"/>
    <w:rsid w:val="0038495B"/>
    <w:rsid w:val="003A4EC7"/>
    <w:rsid w:val="003B30F2"/>
    <w:rsid w:val="003D1926"/>
    <w:rsid w:val="003F1491"/>
    <w:rsid w:val="00400F42"/>
    <w:rsid w:val="00420795"/>
    <w:rsid w:val="00434830"/>
    <w:rsid w:val="00470DE5"/>
    <w:rsid w:val="0049466A"/>
    <w:rsid w:val="004A4110"/>
    <w:rsid w:val="004C487B"/>
    <w:rsid w:val="00521674"/>
    <w:rsid w:val="00540ADF"/>
    <w:rsid w:val="00542634"/>
    <w:rsid w:val="0055265B"/>
    <w:rsid w:val="005663DB"/>
    <w:rsid w:val="00571650"/>
    <w:rsid w:val="005735B7"/>
    <w:rsid w:val="00596C27"/>
    <w:rsid w:val="005C2184"/>
    <w:rsid w:val="00634509"/>
    <w:rsid w:val="0066536D"/>
    <w:rsid w:val="006679ED"/>
    <w:rsid w:val="006868B8"/>
    <w:rsid w:val="00696A43"/>
    <w:rsid w:val="006C2029"/>
    <w:rsid w:val="006C4B89"/>
    <w:rsid w:val="006E19AE"/>
    <w:rsid w:val="006E24C0"/>
    <w:rsid w:val="006E6FA2"/>
    <w:rsid w:val="007257A8"/>
    <w:rsid w:val="00771ABC"/>
    <w:rsid w:val="00791A88"/>
    <w:rsid w:val="007E2403"/>
    <w:rsid w:val="007F4903"/>
    <w:rsid w:val="00824C9D"/>
    <w:rsid w:val="00845C35"/>
    <w:rsid w:val="008855AA"/>
    <w:rsid w:val="008A7B57"/>
    <w:rsid w:val="008C32EB"/>
    <w:rsid w:val="008C49FB"/>
    <w:rsid w:val="0091252E"/>
    <w:rsid w:val="0093399E"/>
    <w:rsid w:val="0094527D"/>
    <w:rsid w:val="009640B5"/>
    <w:rsid w:val="0098410C"/>
    <w:rsid w:val="009A3242"/>
    <w:rsid w:val="009A5592"/>
    <w:rsid w:val="009B3359"/>
    <w:rsid w:val="009D57AE"/>
    <w:rsid w:val="009F04A4"/>
    <w:rsid w:val="009F0606"/>
    <w:rsid w:val="00A1238C"/>
    <w:rsid w:val="00A456B6"/>
    <w:rsid w:val="00A53018"/>
    <w:rsid w:val="00A6124D"/>
    <w:rsid w:val="00A66F2D"/>
    <w:rsid w:val="00A73460"/>
    <w:rsid w:val="00AA0F2E"/>
    <w:rsid w:val="00AA1327"/>
    <w:rsid w:val="00AA778F"/>
    <w:rsid w:val="00AF1AAF"/>
    <w:rsid w:val="00B07C92"/>
    <w:rsid w:val="00B20A13"/>
    <w:rsid w:val="00B23972"/>
    <w:rsid w:val="00B30345"/>
    <w:rsid w:val="00B5484F"/>
    <w:rsid w:val="00B54B0C"/>
    <w:rsid w:val="00B56F59"/>
    <w:rsid w:val="00B57E17"/>
    <w:rsid w:val="00B6246A"/>
    <w:rsid w:val="00B6470B"/>
    <w:rsid w:val="00B75BB4"/>
    <w:rsid w:val="00B9092B"/>
    <w:rsid w:val="00B91655"/>
    <w:rsid w:val="00BA6309"/>
    <w:rsid w:val="00C16A73"/>
    <w:rsid w:val="00C34CCD"/>
    <w:rsid w:val="00C400C8"/>
    <w:rsid w:val="00C60F12"/>
    <w:rsid w:val="00C67182"/>
    <w:rsid w:val="00C76E19"/>
    <w:rsid w:val="00C97152"/>
    <w:rsid w:val="00CA7401"/>
    <w:rsid w:val="00CB0E05"/>
    <w:rsid w:val="00CC0862"/>
    <w:rsid w:val="00CC3F60"/>
    <w:rsid w:val="00CE2868"/>
    <w:rsid w:val="00CF4B83"/>
    <w:rsid w:val="00D24CC1"/>
    <w:rsid w:val="00D24F5F"/>
    <w:rsid w:val="00D63701"/>
    <w:rsid w:val="00DD4B25"/>
    <w:rsid w:val="00DE7B90"/>
    <w:rsid w:val="00DF143E"/>
    <w:rsid w:val="00E64F1E"/>
    <w:rsid w:val="00E75296"/>
    <w:rsid w:val="00EA7D84"/>
    <w:rsid w:val="00ED00C4"/>
    <w:rsid w:val="00F1127E"/>
    <w:rsid w:val="00F14DBA"/>
    <w:rsid w:val="00F22DC1"/>
    <w:rsid w:val="00F24A3D"/>
    <w:rsid w:val="00F50988"/>
    <w:rsid w:val="00F71E5B"/>
    <w:rsid w:val="00F91477"/>
    <w:rsid w:val="00FA74A5"/>
    <w:rsid w:val="00FC5822"/>
    <w:rsid w:val="00FD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E1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7E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6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141</Words>
  <Characters>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svaz juda</dc:title>
  <dc:subject/>
  <dc:creator>JUDO Vachun</dc:creator>
  <cp:keywords/>
  <dc:description/>
  <cp:lastModifiedBy>vasek</cp:lastModifiedBy>
  <cp:revision>2</cp:revision>
  <cp:lastPrinted>2012-09-14T07:18:00Z</cp:lastPrinted>
  <dcterms:created xsi:type="dcterms:W3CDTF">2015-03-08T13:15:00Z</dcterms:created>
  <dcterms:modified xsi:type="dcterms:W3CDTF">2015-03-08T13:15:00Z</dcterms:modified>
</cp:coreProperties>
</file>